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391B9D" w:rsidRPr="00391B9D" w:rsidRDefault="00391B9D" w:rsidP="00684315">
            <w:pPr>
              <w:jc w:val="center"/>
            </w:pPr>
            <w:r w:rsidRPr="00391B9D">
              <w:rPr>
                <w:sz w:val="96"/>
              </w:rPr>
              <w:t>August 2010</w:t>
            </w:r>
          </w:p>
        </w:tc>
      </w:tr>
      <w:tr w:rsidR="00391B9D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4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5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6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7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10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12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13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14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15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16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17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18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19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20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21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22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24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25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26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27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29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29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30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31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080" w:right="144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391B9D" w:rsidRPr="00391B9D" w:rsidRDefault="00391B9D" w:rsidP="00684315">
            <w:pPr>
              <w:jc w:val="center"/>
            </w:pPr>
            <w:r>
              <w:rPr>
                <w:sz w:val="96"/>
              </w:rPr>
              <w:lastRenderedPageBreak/>
              <w:t>September</w:t>
            </w:r>
            <w:r w:rsidRPr="00391B9D">
              <w:rPr>
                <w:sz w:val="96"/>
              </w:rPr>
              <w:t xml:space="preserve"> 2010</w:t>
            </w:r>
          </w:p>
        </w:tc>
      </w:tr>
      <w:tr w:rsidR="00A702DC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</w:tr>
      <w:tr w:rsidR="00A702DC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</w:tc>
      </w:tr>
      <w:tr w:rsidR="00A702DC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391B9D" w:rsidRPr="00391B9D" w:rsidRDefault="00391B9D" w:rsidP="00684315">
            <w:pPr>
              <w:jc w:val="center"/>
            </w:pPr>
            <w:r>
              <w:rPr>
                <w:sz w:val="96"/>
              </w:rPr>
              <w:lastRenderedPageBreak/>
              <w:t>October</w:t>
            </w:r>
            <w:r w:rsidRPr="00391B9D">
              <w:rPr>
                <w:sz w:val="96"/>
              </w:rPr>
              <w:t xml:space="preserve"> 2010</w:t>
            </w:r>
          </w:p>
        </w:tc>
      </w:tr>
      <w:tr w:rsidR="00391B9D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10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24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883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883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Default="00391B9D" w:rsidP="00391B9D">
            <w:pPr>
              <w:jc w:val="right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31</w:t>
            </w:r>
          </w:p>
        </w:tc>
        <w:tc>
          <w:tcPr>
            <w:tcW w:w="1882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4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391B9D" w:rsidRPr="00391B9D" w:rsidRDefault="00391B9D" w:rsidP="00684315">
            <w:pPr>
              <w:jc w:val="center"/>
            </w:pPr>
            <w:r>
              <w:rPr>
                <w:sz w:val="96"/>
              </w:rPr>
              <w:lastRenderedPageBreak/>
              <w:t>November</w:t>
            </w:r>
            <w:r w:rsidRPr="00391B9D">
              <w:rPr>
                <w:sz w:val="96"/>
              </w:rPr>
              <w:t xml:space="preserve"> 2010</w:t>
            </w:r>
          </w:p>
        </w:tc>
      </w:tr>
      <w:tr w:rsidR="00391B9D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  <w:p w:rsidR="00684315" w:rsidRPr="00391B9D" w:rsidRDefault="0068431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MS Review and Pretest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  <w:p w:rsidR="00684315" w:rsidRDefault="0068431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Give back MS </w:t>
            </w:r>
            <w:proofErr w:type="spellStart"/>
            <w:r>
              <w:t>pretst</w:t>
            </w:r>
            <w:proofErr w:type="spellEnd"/>
            <w:r w:rsidR="00B87B35">
              <w:t>/</w:t>
            </w:r>
            <w:r>
              <w:t>Correct 2-5</w:t>
            </w:r>
          </w:p>
          <w:p w:rsidR="00B87B35" w:rsidRPr="00391B9D" w:rsidRDefault="00B87B35" w:rsidP="00B87B3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Find LCD-don’t +-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  <w:p w:rsidR="00B87B35" w:rsidRPr="00391B9D" w:rsidRDefault="00B87B3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2-6 rename/+-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  <w:p w:rsidR="00B87B35" w:rsidRDefault="00B87B35" w:rsidP="00B87B3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Correct 2-6 at the </w:t>
            </w:r>
            <w:r w:rsidR="004D11DC">
              <w:t>beg</w:t>
            </w:r>
            <w:r>
              <w:t xml:space="preserve"> of the period </w:t>
            </w:r>
            <w:r w:rsidR="004D11DC">
              <w:t xml:space="preserve"> </w:t>
            </w:r>
            <w:r w:rsidR="004D11DC" w:rsidRPr="004D11DC">
              <w:rPr>
                <w:highlight w:val="yellow"/>
              </w:rPr>
              <w:t>Test</w:t>
            </w:r>
            <w:r w:rsidR="004D11DC">
              <w:t xml:space="preserve"> </w:t>
            </w:r>
            <w:r>
              <w:t>MS Fraction Add/Subtract</w:t>
            </w:r>
          </w:p>
          <w:p w:rsidR="00B87B35" w:rsidRPr="00391B9D" w:rsidRDefault="00B87B3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  <w:p w:rsidR="00B87B35" w:rsidRDefault="00B87B3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RTGO as a class</w:t>
            </w:r>
          </w:p>
          <w:p w:rsidR="00B87B35" w:rsidRDefault="00B87B3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(really assess)</w:t>
            </w:r>
          </w:p>
          <w:p w:rsidR="00B87B35" w:rsidRPr="00391B9D" w:rsidRDefault="00B87B3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Review 1 step equations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7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  <w:p w:rsidR="00B87B35" w:rsidRDefault="00B87B35" w:rsidP="00B87B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MS Long Divide Decimals</w:t>
            </w:r>
          </w:p>
          <w:p w:rsidR="00684315" w:rsidRPr="00391B9D" w:rsidRDefault="004D11DC" w:rsidP="00B87B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2-7 equations with </w:t>
            </w:r>
            <w:proofErr w:type="spellStart"/>
            <w:r>
              <w:t>rationals</w:t>
            </w:r>
            <w:proofErr w:type="spellEnd"/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  <w:p w:rsidR="004D11DC" w:rsidRDefault="004D11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2-7 </w:t>
            </w:r>
            <w:proofErr w:type="spellStart"/>
            <w:r>
              <w:t>cont</w:t>
            </w:r>
            <w:proofErr w:type="spellEnd"/>
          </w:p>
          <w:p w:rsidR="004D11DC" w:rsidRPr="00391B9D" w:rsidRDefault="004D11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  <w:p w:rsidR="004D11DC" w:rsidRDefault="004D11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Correct 2-7</w:t>
            </w:r>
          </w:p>
          <w:p w:rsidR="004D11DC" w:rsidRDefault="004D11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2-8 2 step equations</w:t>
            </w:r>
          </w:p>
          <w:p w:rsidR="004D11DC" w:rsidRPr="00391B9D" w:rsidRDefault="004D11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IA rocks in box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  <w:p w:rsidR="00684315" w:rsidRDefault="00684315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MS Fraction </w:t>
            </w:r>
            <w:proofErr w:type="spellStart"/>
            <w:r>
              <w:t>Mult</w:t>
            </w:r>
            <w:proofErr w:type="spellEnd"/>
            <w:r>
              <w:t>/</w:t>
            </w:r>
            <w:proofErr w:type="spellStart"/>
            <w:r>
              <w:t>Div</w:t>
            </w:r>
            <w:proofErr w:type="spellEnd"/>
          </w:p>
          <w:p w:rsidR="004D11DC" w:rsidRPr="00391B9D" w:rsidRDefault="004D11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2-8 </w:t>
            </w:r>
            <w:proofErr w:type="spellStart"/>
            <w:r>
              <w:t>cont</w:t>
            </w:r>
            <w:proofErr w:type="spellEnd"/>
          </w:p>
        </w:tc>
        <w:tc>
          <w:tcPr>
            <w:tcW w:w="1883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  <w:p w:rsidR="004D11DC" w:rsidRDefault="004D11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Correct 2-8 </w:t>
            </w:r>
          </w:p>
          <w:p w:rsidR="004D11DC" w:rsidRPr="00391B9D" w:rsidRDefault="004D11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14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  <w:p w:rsidR="00684315" w:rsidRDefault="0068431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MS OOO with ()</w:t>
            </w:r>
          </w:p>
          <w:p w:rsidR="00405D32" w:rsidRPr="00391B9D" w:rsidRDefault="00405D32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Chap 2 test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  <w:p w:rsidR="00405D32" w:rsidRPr="00391B9D" w:rsidRDefault="00405D32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Chap 2 test </w:t>
            </w:r>
            <w:proofErr w:type="spellStart"/>
            <w:r>
              <w:t>cont</w:t>
            </w:r>
            <w:proofErr w:type="spellEnd"/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</w:t>
            </w:r>
          </w:p>
          <w:p w:rsidR="00684315" w:rsidRDefault="0068431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MS Prime Factorization of Monomials</w:t>
            </w:r>
          </w:p>
          <w:p w:rsidR="00405D32" w:rsidRPr="00391B9D" w:rsidRDefault="00405D32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Rev chap 2 test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  <w:p w:rsidR="00405D32" w:rsidRDefault="00405D32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3-1  Ordered pairs</w:t>
            </w:r>
          </w:p>
          <w:p w:rsidR="00405D32" w:rsidRDefault="00405D32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Tables, </w:t>
            </w:r>
            <w:r w:rsidR="00FD7DDB">
              <w:t xml:space="preserve">input, </w:t>
            </w:r>
            <w:proofErr w:type="spellStart"/>
            <w:r w:rsidR="00FD7DDB">
              <w:t>output,</w:t>
            </w:r>
            <w:r>
              <w:t>solutions</w:t>
            </w:r>
            <w:proofErr w:type="spellEnd"/>
          </w:p>
          <w:p w:rsidR="00405D32" w:rsidRPr="00391B9D" w:rsidRDefault="00405D32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19</w:t>
            </w:r>
          </w:p>
          <w:p w:rsidR="00405D32" w:rsidRPr="00391B9D" w:rsidRDefault="00405D32" w:rsidP="00405D32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3-1 correct on Mon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21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  <w:p w:rsidR="00FD7DDB" w:rsidRDefault="00405D32" w:rsidP="00FD7DD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3-2 Coordinate plane</w:t>
            </w:r>
            <w:r w:rsidR="00FD7DDB">
              <w:t xml:space="preserve">, tables, </w:t>
            </w:r>
          </w:p>
          <w:p w:rsidR="00FD7DDB" w:rsidRPr="00391B9D" w:rsidRDefault="00FD7DDB" w:rsidP="00FD7DD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Thanksgiving project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  <w:p w:rsidR="00FD7DDB" w:rsidRPr="00391B9D" w:rsidRDefault="00FD7DDB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Graphing </w:t>
            </w:r>
            <w:proofErr w:type="spellStart"/>
            <w:r>
              <w:t>cont</w:t>
            </w:r>
            <w:proofErr w:type="spellEnd"/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  <w:p w:rsidR="00FD7DDB" w:rsidRPr="00391B9D" w:rsidRDefault="00FD7DDB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Thanksgiving break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  <w:p w:rsidR="00FD7DDB" w:rsidRPr="00391B9D" w:rsidRDefault="00FD7DDB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Tha</w:t>
            </w:r>
            <w:proofErr w:type="spellEnd"/>
            <w:r>
              <w:t xml:space="preserve"> </w:t>
            </w:r>
            <w:proofErr w:type="spellStart"/>
            <w:r>
              <w:t>br</w:t>
            </w:r>
            <w:proofErr w:type="spellEnd"/>
          </w:p>
        </w:tc>
        <w:tc>
          <w:tcPr>
            <w:tcW w:w="1883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</w:t>
            </w:r>
          </w:p>
          <w:p w:rsidR="00FD7DDB" w:rsidRPr="00391B9D" w:rsidRDefault="00FD7DDB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Thank bra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28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  <w:p w:rsidR="00FD7DDB" w:rsidRPr="00391B9D" w:rsidRDefault="00C630A0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3-3 Interpreting graphs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  <w:p w:rsidR="00684315" w:rsidRPr="00391B9D" w:rsidRDefault="0068431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MS GCF of Numbers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391B9D" w:rsidRPr="00391B9D" w:rsidRDefault="00391B9D" w:rsidP="00684315">
            <w:pPr>
              <w:jc w:val="center"/>
            </w:pPr>
            <w:r>
              <w:rPr>
                <w:sz w:val="96"/>
              </w:rPr>
              <w:lastRenderedPageBreak/>
              <w:t>December</w:t>
            </w:r>
            <w:r w:rsidRPr="00391B9D">
              <w:rPr>
                <w:sz w:val="96"/>
              </w:rPr>
              <w:t xml:space="preserve"> 2010</w:t>
            </w:r>
          </w:p>
        </w:tc>
      </w:tr>
      <w:tr w:rsidR="00391B9D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  <w:p w:rsidR="00C630A0" w:rsidRDefault="00C630A0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Correct 3-3</w:t>
            </w:r>
          </w:p>
          <w:p w:rsidR="00C630A0" w:rsidRPr="00391B9D" w:rsidRDefault="00C630A0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3-4 Functions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  <w:p w:rsidR="00684315" w:rsidRDefault="00684315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MS LCM of Numbers</w:t>
            </w:r>
          </w:p>
          <w:p w:rsidR="00C630A0" w:rsidRDefault="00C630A0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Correct 3-4</w:t>
            </w:r>
          </w:p>
          <w:p w:rsidR="00C630A0" w:rsidRPr="00391B9D" w:rsidRDefault="00C630A0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  <w:p w:rsidR="00A00233" w:rsidRPr="00391B9D" w:rsidRDefault="00A00233" w:rsidP="00A0023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3-5 Equations, tables, graphs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  <w:p w:rsidR="00684315" w:rsidRPr="00391B9D" w:rsidRDefault="00684315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MS Integer Add/Subtract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  <w:p w:rsidR="00A00233" w:rsidRPr="00391B9D" w:rsidRDefault="00A00233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Correct 3-5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  <w:p w:rsidR="00A00233" w:rsidRPr="00391B9D" w:rsidRDefault="00A00233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3-6 Arithmetic Sequences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  <w:p w:rsidR="00684315" w:rsidRPr="00391B9D" w:rsidRDefault="00684315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MS Integer </w:t>
            </w:r>
            <w:proofErr w:type="spellStart"/>
            <w:r>
              <w:t>Mult</w:t>
            </w:r>
            <w:proofErr w:type="spellEnd"/>
            <w:r>
              <w:t>/</w:t>
            </w:r>
            <w:proofErr w:type="spellStart"/>
            <w:r>
              <w:t>Div</w:t>
            </w:r>
            <w:proofErr w:type="spellEnd"/>
          </w:p>
        </w:tc>
        <w:tc>
          <w:tcPr>
            <w:tcW w:w="1883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  <w:p w:rsidR="00A00233" w:rsidRDefault="00A00233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Correct 3-6</w:t>
            </w:r>
          </w:p>
          <w:p w:rsidR="00A00233" w:rsidRPr="00391B9D" w:rsidRDefault="00A00233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Review chap 3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12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13</w:t>
            </w:r>
          </w:p>
          <w:p w:rsidR="00A00233" w:rsidRPr="00391B9D" w:rsidRDefault="00A00233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Chap 3 test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  <w:p w:rsidR="00A00233" w:rsidRPr="00391B9D" w:rsidRDefault="00A00233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Chap 3 test </w:t>
            </w:r>
            <w:proofErr w:type="spellStart"/>
            <w:r>
              <w:t>cont</w:t>
            </w:r>
            <w:proofErr w:type="spellEnd"/>
            <w:r>
              <w:t>/rev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  <w:p w:rsidR="00A00233" w:rsidRDefault="00A00233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4-1 Exponents</w:t>
            </w:r>
          </w:p>
          <w:p w:rsidR="007A69D7" w:rsidRDefault="007A69D7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(</w:t>
            </w:r>
            <w:proofErr w:type="gramStart"/>
            <w:r>
              <w:t>what</w:t>
            </w:r>
            <w:proofErr w:type="gramEnd"/>
            <w:r>
              <w:t xml:space="preserve"> do you know?)</w:t>
            </w:r>
          </w:p>
          <w:p w:rsidR="00A00233" w:rsidRPr="00391B9D" w:rsidRDefault="00A00233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  <w:p w:rsidR="007A69D7" w:rsidRPr="00391B9D" w:rsidRDefault="007A69D7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Correct 4-1 @ end</w:t>
            </w:r>
          </w:p>
        </w:tc>
        <w:tc>
          <w:tcPr>
            <w:tcW w:w="1883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</w:t>
            </w:r>
          </w:p>
          <w:p w:rsidR="007A69D7" w:rsidRPr="00391B9D" w:rsidRDefault="007A69D7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19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  <w:p w:rsidR="007A69D7" w:rsidRPr="00391B9D" w:rsidRDefault="007A69D7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  <w:p w:rsidR="007A69D7" w:rsidRPr="00391B9D" w:rsidRDefault="007A69D7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  <w:p w:rsidR="007A69D7" w:rsidRPr="00391B9D" w:rsidRDefault="007A69D7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6"/>
        <w:tblW w:w="0" w:type="auto"/>
        <w:tblLook w:val="04A0" w:firstRow="1" w:lastRow="0" w:firstColumn="1" w:lastColumn="0" w:noHBand="0" w:noVBand="1"/>
      </w:tblPr>
      <w:tblGrid>
        <w:gridCol w:w="1368"/>
        <w:gridCol w:w="2396"/>
        <w:gridCol w:w="1882"/>
        <w:gridCol w:w="2112"/>
        <w:gridCol w:w="1890"/>
        <w:gridCol w:w="2250"/>
        <w:gridCol w:w="1278"/>
      </w:tblGrid>
      <w:tr w:rsidR="00391B9D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391B9D" w:rsidRPr="00391B9D" w:rsidRDefault="00391B9D" w:rsidP="00684315">
            <w:pPr>
              <w:jc w:val="center"/>
            </w:pPr>
            <w:r>
              <w:rPr>
                <w:sz w:val="96"/>
              </w:rPr>
              <w:lastRenderedPageBreak/>
              <w:t>January 2011</w:t>
            </w:r>
          </w:p>
        </w:tc>
      </w:tr>
      <w:tr w:rsidR="00391B9D" w:rsidRPr="00391B9D" w:rsidTr="00ED1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2396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211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90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2250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278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391B9D" w:rsidRPr="00391B9D" w:rsidTr="00ED15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396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11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50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78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</w:tr>
      <w:tr w:rsidR="00391B9D" w:rsidRPr="00391B9D" w:rsidTr="00ED1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</w:t>
            </w:r>
          </w:p>
        </w:tc>
        <w:tc>
          <w:tcPr>
            <w:tcW w:w="2396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  <w:p w:rsidR="007A69D7" w:rsidRDefault="007A69D7" w:rsidP="007A69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4-2 Patterns  in exponents</w:t>
            </w:r>
          </w:p>
          <w:p w:rsidR="007A69D7" w:rsidRPr="00391B9D" w:rsidRDefault="007A69D7" w:rsidP="007A69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(students find the patterns)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  <w:p w:rsidR="007A69D7" w:rsidRPr="00391B9D" w:rsidRDefault="007A69D7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4-2 </w:t>
            </w:r>
            <w:proofErr w:type="spellStart"/>
            <w:r>
              <w:t>cont</w:t>
            </w:r>
            <w:proofErr w:type="spellEnd"/>
          </w:p>
        </w:tc>
        <w:tc>
          <w:tcPr>
            <w:tcW w:w="2112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  <w:p w:rsidR="007A69D7" w:rsidRDefault="007A69D7" w:rsidP="007A69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Correct 4-2</w:t>
            </w:r>
          </w:p>
          <w:p w:rsidR="007A69D7" w:rsidRPr="00391B9D" w:rsidRDefault="007A69D7" w:rsidP="007A69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4-3 Properties of Exponents</w:t>
            </w:r>
          </w:p>
        </w:tc>
        <w:tc>
          <w:tcPr>
            <w:tcW w:w="1890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  <w:p w:rsidR="00ED15DC" w:rsidRPr="00391B9D" w:rsidRDefault="00ED15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4-3 </w:t>
            </w:r>
            <w:proofErr w:type="spellStart"/>
            <w:r>
              <w:t>cont</w:t>
            </w:r>
            <w:proofErr w:type="spellEnd"/>
          </w:p>
        </w:tc>
        <w:tc>
          <w:tcPr>
            <w:tcW w:w="2250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  <w:p w:rsidR="00ED15DC" w:rsidRDefault="00ED15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Correct 4-3</w:t>
            </w:r>
          </w:p>
          <w:p w:rsidR="00ED15DC" w:rsidRPr="00391B9D" w:rsidRDefault="00ED15DC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Scientific Notation discussion</w:t>
            </w:r>
          </w:p>
        </w:tc>
        <w:tc>
          <w:tcPr>
            <w:tcW w:w="1278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</w:tr>
      <w:tr w:rsidR="00391B9D" w:rsidRPr="00391B9D" w:rsidTr="00ED15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9</w:t>
            </w:r>
          </w:p>
        </w:tc>
        <w:tc>
          <w:tcPr>
            <w:tcW w:w="2396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</w:t>
            </w:r>
          </w:p>
          <w:p w:rsidR="00ED15DC" w:rsidRDefault="00ED15DC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4-4 Scientific notation</w:t>
            </w:r>
          </w:p>
          <w:p w:rsidR="00ED15DC" w:rsidRPr="00391B9D" w:rsidRDefault="00ED15DC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ANSWER MS QUESTIONS</w:t>
            </w:r>
          </w:p>
        </w:tc>
        <w:tc>
          <w:tcPr>
            <w:tcW w:w="188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</w:t>
            </w:r>
          </w:p>
          <w:p w:rsidR="00ED15DC" w:rsidRPr="00391B9D" w:rsidRDefault="00ED15DC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MS Final</w:t>
            </w:r>
          </w:p>
        </w:tc>
        <w:tc>
          <w:tcPr>
            <w:tcW w:w="2112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</w:t>
            </w:r>
          </w:p>
          <w:p w:rsidR="00ED15DC" w:rsidRPr="00391B9D" w:rsidRDefault="00ED15DC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MS oral pass-offs</w:t>
            </w:r>
          </w:p>
        </w:tc>
        <w:tc>
          <w:tcPr>
            <w:tcW w:w="1890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13</w:t>
            </w:r>
          </w:p>
          <w:p w:rsidR="00ED15DC" w:rsidRPr="00391B9D" w:rsidRDefault="00E73FCF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Review chap 4</w:t>
            </w:r>
            <w:bookmarkStart w:id="0" w:name="_GoBack"/>
            <w:bookmarkEnd w:id="0"/>
          </w:p>
        </w:tc>
        <w:tc>
          <w:tcPr>
            <w:tcW w:w="2250" w:type="dxa"/>
          </w:tcPr>
          <w:p w:rsid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  <w:p w:rsidR="00ED15DC" w:rsidRPr="00391B9D" w:rsidRDefault="00ED15DC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Chap 4 mid-</w:t>
            </w:r>
            <w:proofErr w:type="spellStart"/>
            <w:r>
              <w:t>chap</w:t>
            </w:r>
            <w:proofErr w:type="spellEnd"/>
            <w:r>
              <w:t xml:space="preserve"> quiz</w:t>
            </w:r>
          </w:p>
        </w:tc>
        <w:tc>
          <w:tcPr>
            <w:tcW w:w="1278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</w:tr>
      <w:tr w:rsidR="00391B9D" w:rsidRPr="00391B9D" w:rsidTr="00ED1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16</w:t>
            </w:r>
          </w:p>
        </w:tc>
        <w:tc>
          <w:tcPr>
            <w:tcW w:w="2396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211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1890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250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278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</w:tr>
      <w:tr w:rsidR="00391B9D" w:rsidRPr="00391B9D" w:rsidTr="00ED15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23</w:t>
            </w:r>
          </w:p>
        </w:tc>
        <w:tc>
          <w:tcPr>
            <w:tcW w:w="2396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2112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1890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2250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278" w:type="dxa"/>
            <w:vMerge w:val="restart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</w:tr>
      <w:tr w:rsidR="00391B9D" w:rsidRPr="00391B9D" w:rsidTr="00ED1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391B9D" w:rsidRDefault="00391B9D" w:rsidP="00684315">
            <w:pPr>
              <w:jc w:val="right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30</w:t>
            </w:r>
          </w:p>
        </w:tc>
        <w:tc>
          <w:tcPr>
            <w:tcW w:w="2396" w:type="dxa"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1882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2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0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8" w:type="dxa"/>
            <w:vMerge/>
          </w:tcPr>
          <w:p w:rsid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391B9D" w:rsidRPr="00391B9D" w:rsidRDefault="00391B9D" w:rsidP="00684315">
            <w:pPr>
              <w:jc w:val="center"/>
            </w:pPr>
            <w:r>
              <w:rPr>
                <w:sz w:val="96"/>
              </w:rPr>
              <w:lastRenderedPageBreak/>
              <w:t>February 2011</w:t>
            </w:r>
          </w:p>
        </w:tc>
      </w:tr>
      <w:tr w:rsidR="00391B9D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19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20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391B9D" w:rsidRPr="00391B9D" w:rsidRDefault="00391B9D" w:rsidP="00684315">
            <w:pPr>
              <w:jc w:val="center"/>
            </w:pPr>
            <w:r>
              <w:rPr>
                <w:sz w:val="96"/>
              </w:rPr>
              <w:lastRenderedPageBreak/>
              <w:t>March 2011</w:t>
            </w:r>
          </w:p>
        </w:tc>
      </w:tr>
      <w:tr w:rsidR="00391B9D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19</w:t>
            </w:r>
          </w:p>
        </w:tc>
      </w:tr>
      <w:tr w:rsidR="00391B9D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20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</w:t>
            </w:r>
          </w:p>
        </w:tc>
      </w:tr>
      <w:tr w:rsidR="00391B9D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391B9D" w:rsidRPr="00391B9D" w:rsidRDefault="00391B9D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27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882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391B9D" w:rsidRPr="00391B9D" w:rsidRDefault="00391B9D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284534" w:rsidRPr="00391B9D" w:rsidRDefault="00284534" w:rsidP="00684315">
            <w:pPr>
              <w:jc w:val="center"/>
            </w:pPr>
            <w:r>
              <w:rPr>
                <w:sz w:val="96"/>
              </w:rPr>
              <w:lastRenderedPageBreak/>
              <w:t>April 2011</w:t>
            </w:r>
          </w:p>
        </w:tc>
      </w:tr>
      <w:tr w:rsidR="00284534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17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284534" w:rsidRDefault="00284534" w:rsidP="00284534">
            <w:pPr>
              <w:jc w:val="right"/>
              <w:rPr>
                <w:rFonts w:cstheme="minorHAnsi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>24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</w:tr>
    </w:tbl>
    <w:p w:rsidR="00284534" w:rsidRDefault="00284534" w:rsidP="00391B9D">
      <w:pPr>
        <w:sectPr w:rsidR="00284534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4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6843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284534" w:rsidRPr="00391B9D" w:rsidRDefault="00284534" w:rsidP="00684315">
            <w:pPr>
              <w:jc w:val="center"/>
            </w:pPr>
            <w:r>
              <w:rPr>
                <w:sz w:val="96"/>
              </w:rPr>
              <w:lastRenderedPageBreak/>
              <w:t>May 2011</w:t>
            </w:r>
          </w:p>
        </w:tc>
      </w:tr>
      <w:tr w:rsidR="00284534" w:rsidRPr="00391B9D" w:rsidTr="00684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284534" w:rsidRPr="00391B9D" w:rsidRDefault="00284534" w:rsidP="00684315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684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684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684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684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684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684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284534" w:rsidRPr="00391B9D" w:rsidTr="00684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2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4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5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6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7</w:t>
            </w:r>
          </w:p>
        </w:tc>
      </w:tr>
      <w:tr w:rsidR="00284534" w:rsidRPr="00391B9D" w:rsidTr="00684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8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9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12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13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14</w:t>
            </w:r>
          </w:p>
        </w:tc>
      </w:tr>
      <w:tr w:rsidR="00284534" w:rsidRPr="00391B9D" w:rsidTr="00684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15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16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17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18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19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20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21</w:t>
            </w:r>
          </w:p>
        </w:tc>
      </w:tr>
      <w:tr w:rsidR="00284534" w:rsidRPr="00391B9D" w:rsidTr="00684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22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24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25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26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27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29</w:t>
            </w:r>
          </w:p>
        </w:tc>
      </w:tr>
      <w:tr w:rsidR="00284534" w:rsidRPr="00391B9D" w:rsidTr="00684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29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30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91B9D">
              <w:t>31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284534" w:rsidRDefault="00284534" w:rsidP="00391B9D">
      <w:pPr>
        <w:sectPr w:rsidR="00284534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284534" w:rsidRPr="00391B9D" w:rsidRDefault="00284534" w:rsidP="00684315">
            <w:pPr>
              <w:jc w:val="center"/>
            </w:pPr>
            <w:r>
              <w:rPr>
                <w:sz w:val="96"/>
              </w:rPr>
              <w:lastRenderedPageBreak/>
              <w:t>June 2011</w:t>
            </w:r>
          </w:p>
        </w:tc>
      </w:tr>
      <w:tr w:rsidR="00284534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12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19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26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284534" w:rsidRDefault="00284534" w:rsidP="00391B9D">
      <w:pPr>
        <w:sectPr w:rsidR="00284534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6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284534" w:rsidRPr="00391B9D" w:rsidRDefault="00284534" w:rsidP="00684315">
            <w:pPr>
              <w:jc w:val="center"/>
            </w:pPr>
            <w:r>
              <w:rPr>
                <w:sz w:val="96"/>
              </w:rPr>
              <w:lastRenderedPageBreak/>
              <w:t>July 2011</w:t>
            </w:r>
          </w:p>
        </w:tc>
      </w:tr>
      <w:tr w:rsidR="00284534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17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24</w:t>
            </w:r>
          </w:p>
        </w:tc>
        <w:tc>
          <w:tcPr>
            <w:tcW w:w="1882" w:type="dxa"/>
            <w:vMerge w:val="restart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882" w:type="dxa"/>
            <w:vMerge w:val="restart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1882" w:type="dxa"/>
            <w:vMerge w:val="restart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882" w:type="dxa"/>
            <w:vMerge w:val="restart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883" w:type="dxa"/>
            <w:vMerge w:val="restart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883" w:type="dxa"/>
            <w:vMerge w:val="restart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Default="00284534" w:rsidP="00684315">
            <w:pPr>
              <w:jc w:val="right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31</w:t>
            </w:r>
          </w:p>
        </w:tc>
        <w:tc>
          <w:tcPr>
            <w:tcW w:w="1882" w:type="dxa"/>
            <w:vMerge/>
          </w:tcPr>
          <w:p w:rsidR="00284534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vMerge/>
          </w:tcPr>
          <w:p w:rsidR="00284534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vMerge/>
          </w:tcPr>
          <w:p w:rsidR="00284534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vMerge/>
          </w:tcPr>
          <w:p w:rsidR="00284534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vMerge/>
          </w:tcPr>
          <w:p w:rsidR="00284534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vMerge/>
          </w:tcPr>
          <w:p w:rsidR="00284534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84534" w:rsidRDefault="00284534" w:rsidP="00391B9D">
      <w:pPr>
        <w:sectPr w:rsidR="00284534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70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6" w:type="dxa"/>
            <w:gridSpan w:val="7"/>
          </w:tcPr>
          <w:p w:rsidR="00284534" w:rsidRPr="00391B9D" w:rsidRDefault="00284534" w:rsidP="00684315">
            <w:pPr>
              <w:jc w:val="center"/>
            </w:pPr>
            <w:r>
              <w:rPr>
                <w:sz w:val="96"/>
              </w:rPr>
              <w:lastRenderedPageBreak/>
              <w:t>August 2011</w:t>
            </w:r>
          </w:p>
        </w:tc>
      </w:tr>
      <w:tr w:rsidR="00284534" w:rsidRPr="00391B9D" w:rsidTr="00E05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1B9D">
              <w:t>Saturday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7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14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</w:t>
            </w:r>
          </w:p>
        </w:tc>
      </w:tr>
      <w:tr w:rsidR="00284534" w:rsidRPr="00391B9D" w:rsidTr="00A70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</w:t>
            </w:r>
          </w:p>
        </w:tc>
      </w:tr>
      <w:tr w:rsidR="00284534" w:rsidRPr="00391B9D" w:rsidTr="00A702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284534" w:rsidRPr="00391B9D" w:rsidRDefault="00284534" w:rsidP="00684315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28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1882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83" w:type="dxa"/>
          </w:tcPr>
          <w:p w:rsidR="00284534" w:rsidRPr="00391B9D" w:rsidRDefault="00284534" w:rsidP="00684315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684315" w:rsidRDefault="00684315" w:rsidP="00391B9D"/>
    <w:sectPr w:rsidR="00684315" w:rsidSect="00391B9D">
      <w:pgSz w:w="15840" w:h="12240" w:orient="landscape" w:code="1"/>
      <w:pgMar w:top="1440" w:right="1080" w:bottom="108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15"/>
    <w:rsid w:val="00284534"/>
    <w:rsid w:val="00391B9D"/>
    <w:rsid w:val="00405D32"/>
    <w:rsid w:val="004D11DC"/>
    <w:rsid w:val="004E22D7"/>
    <w:rsid w:val="00684315"/>
    <w:rsid w:val="007A69D7"/>
    <w:rsid w:val="00A00233"/>
    <w:rsid w:val="00A702DC"/>
    <w:rsid w:val="00B87B35"/>
    <w:rsid w:val="00C630A0"/>
    <w:rsid w:val="00E051D6"/>
    <w:rsid w:val="00E73FCF"/>
    <w:rsid w:val="00ED15DC"/>
    <w:rsid w:val="00F9208D"/>
    <w:rsid w:val="00FD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4">
    <w:name w:val="Light Grid Accent 4"/>
    <w:basedOn w:val="TableNormal"/>
    <w:uiPriority w:val="62"/>
    <w:rsid w:val="00391B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2">
    <w:name w:val="Light Grid Accent 2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6">
    <w:name w:val="Light Grid Accent 6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3">
    <w:name w:val="Light Grid Accent 3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5">
    <w:name w:val="Light Grid Accent 5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1">
    <w:name w:val="Light Grid Accent 1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4">
    <w:name w:val="Light Grid Accent 4"/>
    <w:basedOn w:val="TableNormal"/>
    <w:uiPriority w:val="62"/>
    <w:rsid w:val="00391B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2">
    <w:name w:val="Light Grid Accent 2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6">
    <w:name w:val="Light Grid Accent 6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3">
    <w:name w:val="Light Grid Accent 3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5">
    <w:name w:val="Light Grid Accent 5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1">
    <w:name w:val="Light Grid Accent 1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TP101941528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C5F2D-5268-48C8-B3DF-3B560C8B23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7DB00-90CD-44B2-B4A0-C8099BFB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TP101941528_template</Template>
  <TotalTime>96</TotalTime>
  <Pages>13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2010-11-01T02:22:00Z</dcterms:created>
  <dcterms:modified xsi:type="dcterms:W3CDTF">2010-11-01T03:58:00Z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TC101941529</vt:lpwstr>
  </property>
</Properties>
</file>